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24C799D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2BE1">
        <w:rPr>
          <w:rFonts w:ascii="Corbel" w:hAnsi="Corbel"/>
          <w:i/>
          <w:smallCaps/>
          <w:sz w:val="24"/>
          <w:szCs w:val="24"/>
        </w:rPr>
        <w:t>2020-2023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0C2E15D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12BE1">
        <w:rPr>
          <w:rFonts w:ascii="Corbel" w:hAnsi="Corbel"/>
          <w:sz w:val="20"/>
          <w:szCs w:val="20"/>
        </w:rPr>
        <w:t>2020/2021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5D8C94CA" w:rsidR="0085747A" w:rsidRPr="009C54AE" w:rsidRDefault="00B11F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1EE54B75" w:rsidR="0085747A" w:rsidRPr="009C54AE" w:rsidRDefault="00B11F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392129A1" w:rsidR="0085747A" w:rsidRPr="009C54AE" w:rsidRDefault="00B17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7777777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3CFC5A9D" w:rsidR="0085747A" w:rsidRPr="009C54AE" w:rsidRDefault="00FF3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77777777" w:rsidR="0085747A" w:rsidRPr="009C54AE" w:rsidRDefault="00E36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A41068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4BBD4C68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6E84874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503CC57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DA4EBE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83F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7D8A00" w14:textId="77777777" w:rsidR="009C54AE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0C3F6F4E" w:rsidR="0085747A" w:rsidRPr="009C54AE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C54AE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>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0198D0C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A3CC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0A3C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06D4FE41" w:rsidR="0085747A" w:rsidRPr="000A3CCA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70A2FF5F" w:rsidR="0085747A" w:rsidRPr="009C54AE" w:rsidRDefault="00B17E4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E94F6E" w14:textId="63471F57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4CD688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2F3BEF" w14:textId="74C4B304" w:rsidR="00C61DC5" w:rsidRPr="009C54AE" w:rsidRDefault="00270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1B2367" w14:textId="3CE99B57" w:rsidR="00C61DC5" w:rsidRPr="009C54AE" w:rsidRDefault="00B17E4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4B14A42A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DC2F900" w:rsidR="0085747A" w:rsidRPr="009C54AE" w:rsidRDefault="0044186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524E1BB0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EF42A" w14:textId="77777777" w:rsidR="00240633" w:rsidRDefault="00240633" w:rsidP="00C16ABF">
      <w:pPr>
        <w:spacing w:after="0" w:line="240" w:lineRule="auto"/>
      </w:pPr>
      <w:r>
        <w:separator/>
      </w:r>
    </w:p>
  </w:endnote>
  <w:endnote w:type="continuationSeparator" w:id="0">
    <w:p w14:paraId="19D39841" w14:textId="77777777" w:rsidR="00240633" w:rsidRDefault="002406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6BD34" w14:textId="77777777" w:rsidR="00240633" w:rsidRDefault="00240633" w:rsidP="00C16ABF">
      <w:pPr>
        <w:spacing w:after="0" w:line="240" w:lineRule="auto"/>
      </w:pPr>
      <w:r>
        <w:separator/>
      </w:r>
    </w:p>
  </w:footnote>
  <w:footnote w:type="continuationSeparator" w:id="0">
    <w:p w14:paraId="0BE5C6FB" w14:textId="77777777" w:rsidR="00240633" w:rsidRDefault="00240633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0633"/>
    <w:rsid w:val="00244ABC"/>
    <w:rsid w:val="002464D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3D05"/>
    <w:rsid w:val="008F4409"/>
    <w:rsid w:val="008F6E29"/>
    <w:rsid w:val="00912BE1"/>
    <w:rsid w:val="00916188"/>
    <w:rsid w:val="00923D7D"/>
    <w:rsid w:val="009508DF"/>
    <w:rsid w:val="00950DAC"/>
    <w:rsid w:val="00954A07"/>
    <w:rsid w:val="00956799"/>
    <w:rsid w:val="00997F14"/>
    <w:rsid w:val="009A623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64F8"/>
    <w:rsid w:val="00B06142"/>
    <w:rsid w:val="00B11FBC"/>
    <w:rsid w:val="00B135B1"/>
    <w:rsid w:val="00B17E4E"/>
    <w:rsid w:val="00B3130B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93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E5C47-EF34-4647-88AB-96978C36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1201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2020-10-13T08:16:00Z</cp:lastPrinted>
  <dcterms:created xsi:type="dcterms:W3CDTF">2019-10-23T17:57:00Z</dcterms:created>
  <dcterms:modified xsi:type="dcterms:W3CDTF">2021-10-01T10:10:00Z</dcterms:modified>
</cp:coreProperties>
</file>